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50A0BD7" w14:textId="098949AB" w:rsidR="002A6EBF" w:rsidRPr="00837A89" w:rsidRDefault="002A6EBF" w:rsidP="002A6EBF">
            <w:pPr>
              <w:spacing w:before="240"/>
              <w:rPr>
                <w:noProof/>
                <w:szCs w:val="22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11221C88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bookmarkStart w:id="0" w:name="Dok"/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3D74E0">
              <w:rPr>
                <w:b/>
                <w:noProof/>
                <w:sz w:val="24"/>
              </w:rPr>
              <w:t>1</w:t>
            </w:r>
            <w:r w:rsidR="00D15070">
              <w:rPr>
                <w:b/>
                <w:noProof/>
                <w:sz w:val="24"/>
              </w:rPr>
              <w:t>3</w:t>
            </w:r>
            <w:bookmarkEnd w:id="0"/>
          </w:p>
          <w:p w14:paraId="4022174D" w14:textId="7DE93FB1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9C6E4B">
              <w:rPr>
                <w:b/>
                <w:noProof/>
                <w:sz w:val="24"/>
              </w:rPr>
              <w:t xml:space="preserve"> – </w:t>
            </w:r>
            <w:r w:rsidR="00D15070">
              <w:rPr>
                <w:b/>
                <w:noProof/>
                <w:sz w:val="24"/>
              </w:rPr>
              <w:t>Vorbehalte</w:t>
            </w:r>
            <w:r w:rsidR="00D64E88">
              <w:rPr>
                <w:b/>
                <w:noProof/>
                <w:sz w:val="24"/>
              </w:rPr>
              <w:t>,</w:t>
            </w:r>
            <w:r w:rsidR="00D15070">
              <w:rPr>
                <w:b/>
                <w:noProof/>
                <w:sz w:val="24"/>
              </w:rPr>
              <w:t xml:space="preserve"> Präzisierungen</w:t>
            </w:r>
            <w:r w:rsidR="00D64E88">
              <w:rPr>
                <w:b/>
                <w:noProof/>
                <w:sz w:val="24"/>
              </w:rPr>
              <w:t xml:space="preserve"> und Bemerkungen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7C3CFE7" w14:textId="5FCF0D9C" w:rsidR="00152CDF" w:rsidRDefault="0092486A" w:rsidP="00F77CF1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1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1"/>
          </w:p>
          <w:p w14:paraId="0E0BC7E8" w14:textId="77777777" w:rsidR="00152CDF" w:rsidRDefault="00152CDF">
            <w:pPr>
              <w:tabs>
                <w:tab w:val="left" w:pos="142"/>
              </w:tabs>
            </w:pPr>
          </w:p>
        </w:tc>
      </w:tr>
    </w:tbl>
    <w:p w14:paraId="54408B4C" w14:textId="5BBDA4FC" w:rsidR="00CD2DDE" w:rsidRDefault="007427B5" w:rsidP="00875560">
      <w:pPr>
        <w:pStyle w:val="Verzeichnis1"/>
      </w:pPr>
      <w:r>
        <w:br w:type="page"/>
      </w:r>
    </w:p>
    <w:p w14:paraId="5471F6B7" w14:textId="5943C050" w:rsidR="00AF34F1" w:rsidRPr="00771C64" w:rsidRDefault="00D15070" w:rsidP="00AF34F1">
      <w:pPr>
        <w:rPr>
          <w:szCs w:val="22"/>
        </w:rPr>
      </w:pPr>
      <w:r w:rsidRPr="00771C64">
        <w:rPr>
          <w:szCs w:val="22"/>
        </w:rPr>
        <w:lastRenderedPageBreak/>
        <w:t xml:space="preserve">In diesem Dokument sind projektspezifische Vorbehalte und Präzisierungen zum Angebot der submittierenden Unternehmung aufzuführen. </w:t>
      </w:r>
      <w:r w:rsidR="00FE004D" w:rsidRPr="00771C64">
        <w:rPr>
          <w:szCs w:val="22"/>
        </w:rPr>
        <w:t xml:space="preserve">Weiter sind übrige Bemerkungen, Vorschläge und Ergänzungen </w:t>
      </w:r>
      <w:r w:rsidR="00B67A47" w:rsidRPr="00771C64">
        <w:rPr>
          <w:szCs w:val="22"/>
        </w:rPr>
        <w:t xml:space="preserve">zu den Ausführungsunterlagen </w:t>
      </w:r>
      <w:r w:rsidR="00FE004D" w:rsidRPr="00771C64">
        <w:rPr>
          <w:szCs w:val="22"/>
        </w:rPr>
        <w:t>aufzuführen.</w:t>
      </w:r>
      <w:r w:rsidR="001E027E" w:rsidRPr="00771C64">
        <w:rPr>
          <w:szCs w:val="22"/>
        </w:rPr>
        <w:t xml:space="preserve"> Das Dokument ist unterzeichnet abzugeben.</w:t>
      </w:r>
    </w:p>
    <w:p w14:paraId="3044E916" w14:textId="77777777" w:rsidR="00D15070" w:rsidRPr="00771C64" w:rsidRDefault="00D15070" w:rsidP="00AF34F1">
      <w:pPr>
        <w:rPr>
          <w:vanish/>
          <w:szCs w:val="22"/>
        </w:rPr>
      </w:pPr>
    </w:p>
    <w:p w14:paraId="5184E2B0" w14:textId="0E977F66" w:rsidR="00B67A47" w:rsidRPr="00B67A47" w:rsidRDefault="00B67A47" w:rsidP="00B67A47">
      <w:pPr>
        <w:spacing w:line="360" w:lineRule="auto"/>
        <w:rPr>
          <w:b/>
          <w:bCs/>
          <w:szCs w:val="22"/>
        </w:rPr>
      </w:pPr>
      <w:r>
        <w:rPr>
          <w:b/>
          <w:bCs/>
          <w:szCs w:val="22"/>
        </w:rPr>
        <w:t>Vorbehalte und Präzisierungen</w:t>
      </w:r>
    </w:p>
    <w:p w14:paraId="71F94A55" w14:textId="5A89F17E" w:rsidR="00B67A47" w:rsidRDefault="00B67A47" w:rsidP="00B67A47">
      <w:pPr>
        <w:pStyle w:val="Standardtext"/>
        <w:ind w:left="0"/>
        <w:rPr>
          <w:rFonts w:eastAsia="Andale Sans UI" w:cs="Arial"/>
          <w:noProof/>
        </w:rPr>
      </w:pPr>
      <w:r>
        <w:rPr>
          <w:rFonts w:cs="Arial"/>
          <w:noProof/>
        </w:rPr>
        <w:t>Folgende Vorbehalte und Präzisierungen zum Angebot der submittierenden Unternehmung sind zu beachten:</w:t>
      </w:r>
    </w:p>
    <w:p w14:paraId="03A59B44" w14:textId="47E475CD" w:rsidR="00B67A47" w:rsidRDefault="0092486A" w:rsidP="00B67A47">
      <w:pPr>
        <w:spacing w:line="360" w:lineRule="auto"/>
        <w:ind w:left="425" w:hanging="425"/>
      </w:pPr>
      <w:sdt>
        <w:sdtPr>
          <w:id w:val="2117394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A47">
            <w:rPr>
              <w:rFonts w:ascii="MS Gothic" w:eastAsia="MS Gothic" w:hAnsi="MS Gothic" w:hint="eastAsia"/>
            </w:rPr>
            <w:t>☐</w:t>
          </w:r>
        </w:sdtContent>
      </w:sdt>
      <w:r w:rsidR="00B67A47">
        <w:tab/>
      </w:r>
      <w:r w:rsidR="00B67A47" w:rsidRPr="003E7EE5">
        <w:t>Keine</w:t>
      </w:r>
      <w:r w:rsidR="00B67A47">
        <w:t>.</w:t>
      </w:r>
    </w:p>
    <w:p w14:paraId="034220E7" w14:textId="26594888" w:rsidR="00B67A47" w:rsidRDefault="0092486A" w:rsidP="00B67A47">
      <w:pPr>
        <w:spacing w:line="360" w:lineRule="auto"/>
        <w:ind w:left="425" w:hanging="425"/>
      </w:pPr>
      <w:sdt>
        <w:sdtPr>
          <w:id w:val="356775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A47">
            <w:rPr>
              <w:rFonts w:ascii="MS Gothic" w:eastAsia="MS Gothic" w:hAnsi="MS Gothic" w:hint="eastAsia"/>
            </w:rPr>
            <w:t>☐</w:t>
          </w:r>
        </w:sdtContent>
      </w:sdt>
      <w:r w:rsidR="00B67A47">
        <w:tab/>
        <w:t>Folgende:</w:t>
      </w:r>
    </w:p>
    <w:p w14:paraId="1AF4DCF1" w14:textId="2313B117" w:rsidR="00B67A47" w:rsidRDefault="00B67A47" w:rsidP="00B67A47">
      <w:pPr>
        <w:numPr>
          <w:ilvl w:val="0"/>
          <w:numId w:val="7"/>
        </w:numPr>
        <w:tabs>
          <w:tab w:val="left" w:pos="1276"/>
        </w:tabs>
        <w:spacing w:line="256" w:lineRule="auto"/>
        <w:ind w:left="851" w:hanging="425"/>
        <w:contextualSpacing/>
        <w:rPr>
          <w:noProof/>
        </w:rPr>
      </w:pPr>
      <w:r>
        <w:rPr>
          <w:noProof/>
        </w:rPr>
        <w:t xml:space="preserve"> </w:t>
      </w:r>
    </w:p>
    <w:p w14:paraId="7A1B167E" w14:textId="7C3AE91D" w:rsidR="00B67A47" w:rsidRDefault="00B67A47" w:rsidP="00B67A47">
      <w:pPr>
        <w:numPr>
          <w:ilvl w:val="0"/>
          <w:numId w:val="7"/>
        </w:numPr>
        <w:tabs>
          <w:tab w:val="left" w:pos="1276"/>
        </w:tabs>
        <w:spacing w:line="256" w:lineRule="auto"/>
        <w:ind w:left="851" w:hanging="425"/>
        <w:contextualSpacing/>
        <w:rPr>
          <w:noProof/>
        </w:rPr>
      </w:pPr>
      <w:r>
        <w:rPr>
          <w:noProof/>
        </w:rPr>
        <w:t xml:space="preserve"> </w:t>
      </w:r>
    </w:p>
    <w:p w14:paraId="628150C5" w14:textId="16046E0F" w:rsidR="00B67A47" w:rsidRDefault="00B67A47" w:rsidP="00B67A47">
      <w:pPr>
        <w:numPr>
          <w:ilvl w:val="0"/>
          <w:numId w:val="7"/>
        </w:numPr>
        <w:tabs>
          <w:tab w:val="left" w:pos="1276"/>
        </w:tabs>
        <w:spacing w:line="256" w:lineRule="auto"/>
        <w:ind w:left="851" w:hanging="425"/>
        <w:contextualSpacing/>
        <w:rPr>
          <w:noProof/>
        </w:rPr>
      </w:pPr>
      <w:r>
        <w:rPr>
          <w:noProof/>
        </w:rPr>
        <w:t xml:space="preserve"> </w:t>
      </w:r>
    </w:p>
    <w:p w14:paraId="6FA2E1D6" w14:textId="77777777" w:rsidR="00D15070" w:rsidRDefault="00D15070" w:rsidP="00AF34F1">
      <w:pPr>
        <w:rPr>
          <w:szCs w:val="22"/>
        </w:rPr>
      </w:pPr>
    </w:p>
    <w:p w14:paraId="4437C3BB" w14:textId="77777777" w:rsidR="00B67A47" w:rsidRDefault="00B67A47" w:rsidP="00AF34F1">
      <w:pPr>
        <w:rPr>
          <w:szCs w:val="22"/>
        </w:rPr>
      </w:pPr>
    </w:p>
    <w:p w14:paraId="6955A529" w14:textId="308A096C" w:rsidR="00B67A47" w:rsidRPr="00B67A47" w:rsidRDefault="00B67A47" w:rsidP="00B67A47">
      <w:pPr>
        <w:spacing w:line="360" w:lineRule="auto"/>
        <w:rPr>
          <w:b/>
          <w:bCs/>
          <w:szCs w:val="22"/>
        </w:rPr>
      </w:pPr>
      <w:r>
        <w:rPr>
          <w:b/>
          <w:bCs/>
          <w:szCs w:val="22"/>
        </w:rPr>
        <w:t>Bemerkungen, Vorschläge und Ergänzungen</w:t>
      </w:r>
    </w:p>
    <w:p w14:paraId="15ADFBCD" w14:textId="143EF201" w:rsidR="00B67A47" w:rsidRDefault="00B67A47" w:rsidP="00B67A47">
      <w:pPr>
        <w:pStyle w:val="Standardtext"/>
        <w:ind w:left="0"/>
        <w:rPr>
          <w:rFonts w:eastAsia="Andale Sans UI" w:cs="Arial"/>
          <w:noProof/>
        </w:rPr>
      </w:pPr>
      <w:r>
        <w:rPr>
          <w:rFonts w:cs="Arial"/>
          <w:noProof/>
        </w:rPr>
        <w:t xml:space="preserve">Auf folgende </w:t>
      </w:r>
      <w:r w:rsidR="004E7ABF">
        <w:rPr>
          <w:rFonts w:cs="Arial"/>
          <w:noProof/>
        </w:rPr>
        <w:t xml:space="preserve">Punkte weist die submittierende Unternehmung mittels </w:t>
      </w:r>
      <w:r>
        <w:rPr>
          <w:rFonts w:cs="Arial"/>
          <w:noProof/>
        </w:rPr>
        <w:t>Bemerkungen, Vorschläge und Ergänzungen zu den Ausführungsunterlagen hin:</w:t>
      </w:r>
    </w:p>
    <w:p w14:paraId="4EA19C26" w14:textId="77777777" w:rsidR="00B67A47" w:rsidRDefault="0092486A" w:rsidP="00B67A47">
      <w:pPr>
        <w:spacing w:line="360" w:lineRule="auto"/>
        <w:ind w:left="425" w:hanging="425"/>
      </w:pPr>
      <w:sdt>
        <w:sdtPr>
          <w:id w:val="157044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A47">
            <w:rPr>
              <w:rFonts w:ascii="MS Gothic" w:eastAsia="MS Gothic" w:hAnsi="MS Gothic" w:hint="eastAsia"/>
            </w:rPr>
            <w:t>☐</w:t>
          </w:r>
        </w:sdtContent>
      </w:sdt>
      <w:r w:rsidR="00B67A47">
        <w:tab/>
      </w:r>
      <w:r w:rsidR="00B67A47" w:rsidRPr="003E7EE5">
        <w:t>Keine</w:t>
      </w:r>
      <w:r w:rsidR="00B67A47">
        <w:t>.</w:t>
      </w:r>
    </w:p>
    <w:p w14:paraId="28F02BE2" w14:textId="77777777" w:rsidR="00B67A47" w:rsidRDefault="0092486A" w:rsidP="00B67A47">
      <w:pPr>
        <w:spacing w:line="360" w:lineRule="auto"/>
        <w:ind w:left="425" w:hanging="425"/>
      </w:pPr>
      <w:sdt>
        <w:sdtPr>
          <w:id w:val="39270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A47">
            <w:rPr>
              <w:rFonts w:ascii="MS Gothic" w:eastAsia="MS Gothic" w:hAnsi="MS Gothic" w:hint="eastAsia"/>
            </w:rPr>
            <w:t>☐</w:t>
          </w:r>
        </w:sdtContent>
      </w:sdt>
      <w:r w:rsidR="00B67A47">
        <w:tab/>
        <w:t>Folgende:</w:t>
      </w:r>
    </w:p>
    <w:p w14:paraId="20D03AEB" w14:textId="77777777" w:rsidR="00B67A47" w:rsidRDefault="00B67A47" w:rsidP="00B67A47">
      <w:pPr>
        <w:numPr>
          <w:ilvl w:val="0"/>
          <w:numId w:val="7"/>
        </w:numPr>
        <w:tabs>
          <w:tab w:val="left" w:pos="1276"/>
        </w:tabs>
        <w:spacing w:line="256" w:lineRule="auto"/>
        <w:ind w:left="851" w:hanging="425"/>
        <w:contextualSpacing/>
        <w:rPr>
          <w:noProof/>
        </w:rPr>
      </w:pPr>
      <w:r>
        <w:rPr>
          <w:noProof/>
        </w:rPr>
        <w:t xml:space="preserve"> </w:t>
      </w:r>
    </w:p>
    <w:p w14:paraId="6F711D97" w14:textId="77777777" w:rsidR="00B67A47" w:rsidRDefault="00B67A47" w:rsidP="00B67A47">
      <w:pPr>
        <w:numPr>
          <w:ilvl w:val="0"/>
          <w:numId w:val="7"/>
        </w:numPr>
        <w:tabs>
          <w:tab w:val="left" w:pos="1276"/>
        </w:tabs>
        <w:spacing w:line="256" w:lineRule="auto"/>
        <w:ind w:left="851" w:hanging="425"/>
        <w:contextualSpacing/>
        <w:rPr>
          <w:noProof/>
        </w:rPr>
      </w:pPr>
      <w:r>
        <w:rPr>
          <w:noProof/>
        </w:rPr>
        <w:t xml:space="preserve"> </w:t>
      </w:r>
    </w:p>
    <w:p w14:paraId="618909FD" w14:textId="77777777" w:rsidR="00B67A47" w:rsidRDefault="00B67A47" w:rsidP="00B67A47">
      <w:pPr>
        <w:numPr>
          <w:ilvl w:val="0"/>
          <w:numId w:val="7"/>
        </w:numPr>
        <w:tabs>
          <w:tab w:val="left" w:pos="1276"/>
        </w:tabs>
        <w:spacing w:line="256" w:lineRule="auto"/>
        <w:ind w:left="851" w:hanging="425"/>
        <w:contextualSpacing/>
        <w:rPr>
          <w:noProof/>
        </w:rPr>
      </w:pPr>
      <w:r>
        <w:rPr>
          <w:noProof/>
        </w:rPr>
        <w:t xml:space="preserve"> </w:t>
      </w:r>
    </w:p>
    <w:p w14:paraId="4406C2B3" w14:textId="77777777" w:rsidR="00080062" w:rsidRDefault="00080062" w:rsidP="00AF34F1">
      <w:pPr>
        <w:rPr>
          <w:szCs w:val="22"/>
        </w:rPr>
      </w:pPr>
    </w:p>
    <w:p w14:paraId="7F3DB49D" w14:textId="77777777" w:rsidR="00080062" w:rsidRDefault="00080062" w:rsidP="00AF34F1">
      <w:pPr>
        <w:rPr>
          <w:szCs w:val="22"/>
        </w:rPr>
      </w:pPr>
    </w:p>
    <w:p w14:paraId="3DBAEA41" w14:textId="6DEF0DB2" w:rsidR="00080062" w:rsidRPr="00080062" w:rsidRDefault="00080062" w:rsidP="00080062">
      <w:pPr>
        <w:pStyle w:val="Standardtext"/>
        <w:ind w:left="0"/>
        <w:rPr>
          <w:rFonts w:cs="Arial"/>
          <w:noProof/>
        </w:rPr>
      </w:pPr>
      <w:r w:rsidRPr="00080062">
        <w:rPr>
          <w:rFonts w:cs="Arial"/>
          <w:noProof/>
        </w:rPr>
        <w:t>Ort, Datum</w:t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  <w:t>Unternehmung (Stempel), Unterschrift:</w:t>
      </w:r>
    </w:p>
    <w:p w14:paraId="46B9A118" w14:textId="77777777" w:rsidR="00080062" w:rsidRDefault="00080062" w:rsidP="00080062">
      <w:pPr>
        <w:pStyle w:val="Standardtext"/>
        <w:ind w:left="0"/>
        <w:rPr>
          <w:rFonts w:cs="Arial"/>
          <w:noProof/>
        </w:rPr>
      </w:pPr>
    </w:p>
    <w:p w14:paraId="655D8A9A" w14:textId="77777777" w:rsidR="00080062" w:rsidRPr="00080062" w:rsidRDefault="00080062" w:rsidP="00080062">
      <w:pPr>
        <w:pStyle w:val="Standardtext"/>
        <w:ind w:left="0"/>
        <w:rPr>
          <w:rFonts w:cs="Arial"/>
          <w:noProof/>
        </w:rPr>
      </w:pPr>
    </w:p>
    <w:p w14:paraId="5A65FB9F" w14:textId="763A897A" w:rsidR="00080062" w:rsidRPr="00080062" w:rsidRDefault="00080062" w:rsidP="00080062">
      <w:pPr>
        <w:pStyle w:val="Standardtext"/>
        <w:ind w:left="0"/>
        <w:rPr>
          <w:rFonts w:cs="Arial"/>
          <w:noProof/>
        </w:rPr>
      </w:pPr>
      <w:r w:rsidRPr="00080062">
        <w:rPr>
          <w:rFonts w:cs="Arial"/>
          <w:noProof/>
        </w:rPr>
        <w:t>…………………………………….</w:t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</w:r>
      <w:r w:rsidRPr="00080062">
        <w:rPr>
          <w:rFonts w:cs="Arial"/>
          <w:noProof/>
        </w:rPr>
        <w:tab/>
        <w:t>…………………………………………</w:t>
      </w:r>
      <w:r w:rsidR="00E16002">
        <w:rPr>
          <w:rFonts w:cs="Arial"/>
          <w:noProof/>
        </w:rPr>
        <w:t>….</w:t>
      </w:r>
    </w:p>
    <w:p w14:paraId="3B7CCC6B" w14:textId="77777777" w:rsidR="00080062" w:rsidRPr="00D15070" w:rsidRDefault="00080062" w:rsidP="00AF34F1">
      <w:pPr>
        <w:rPr>
          <w:szCs w:val="22"/>
        </w:rPr>
      </w:pPr>
    </w:p>
    <w:sectPr w:rsidR="00080062" w:rsidRPr="00D15070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6C5EABDA" w:rsidR="001002DE" w:rsidRDefault="001B3402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92486A" w:rsidRPr="0092486A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22C8E099" w14:textId="57518EDD" w:rsidR="003231EB" w:rsidRPr="00F61A33" w:rsidRDefault="007451A7" w:rsidP="003231EB">
    <w:pPr>
      <w:pStyle w:val="Kopfzeile"/>
      <w:jc w:val="right"/>
      <w:rPr>
        <w:sz w:val="20"/>
      </w:rPr>
    </w:pPr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p w14:paraId="2D0C6700" w14:textId="5DD404F7" w:rsidR="001002DE" w:rsidRDefault="003231EB">
    <w:pPr>
      <w:pStyle w:val="Kopfzeile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REF Dok \h  \* MERGEFORMAT </w:instrText>
    </w:r>
    <w:r>
      <w:rPr>
        <w:sz w:val="20"/>
      </w:rPr>
    </w:r>
    <w:r>
      <w:rPr>
        <w:sz w:val="20"/>
      </w:rPr>
      <w:fldChar w:fldCharType="separate"/>
    </w:r>
    <w:r w:rsidRPr="003231EB">
      <w:rPr>
        <w:sz w:val="20"/>
      </w:rPr>
      <w:t>Dokument D13</w:t>
    </w:r>
    <w:r>
      <w:rPr>
        <w:sz w:val="20"/>
      </w:rPr>
      <w:fldChar w:fldCharType="end"/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7451A7" w14:paraId="65411DC6" w14:textId="77777777" w:rsidTr="00E56AAC">
      <w:trPr>
        <w:trHeight w:val="714"/>
      </w:trPr>
      <w:tc>
        <w:tcPr>
          <w:tcW w:w="5103" w:type="dxa"/>
          <w:vAlign w:val="bottom"/>
        </w:tcPr>
        <w:p w14:paraId="49EA9DBA" w14:textId="77777777" w:rsidR="007451A7" w:rsidRDefault="007451A7" w:rsidP="007451A7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E202B8B" wp14:editId="03333B95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5F816C90" wp14:editId="032EBB51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48B1D55E" w14:textId="77777777" w:rsidR="007451A7" w:rsidRDefault="007451A7" w:rsidP="007451A7">
          <w:pPr>
            <w:pStyle w:val="Kopfzeile"/>
          </w:pPr>
        </w:p>
      </w:tc>
      <w:tc>
        <w:tcPr>
          <w:tcW w:w="1951" w:type="dxa"/>
        </w:tcPr>
        <w:p w14:paraId="69534718" w14:textId="77777777" w:rsidR="007451A7" w:rsidRDefault="007451A7" w:rsidP="007451A7">
          <w:pPr>
            <w:pStyle w:val="Kopfzeile"/>
          </w:pPr>
          <w:bookmarkStart w:id="3" w:name="_Hlk148879324"/>
        </w:p>
        <w:p w14:paraId="3ADB5CA7" w14:textId="77777777" w:rsidR="007451A7" w:rsidRDefault="007451A7" w:rsidP="007451A7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32D4C53A" wp14:editId="279F21C2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0C7E52F4" w14:textId="77777777" w:rsidR="007451A7" w:rsidRDefault="007451A7" w:rsidP="007451A7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7451A7" w:rsidRDefault="001002DE" w:rsidP="007451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7DA6876"/>
    <w:multiLevelType w:val="hybridMultilevel"/>
    <w:tmpl w:val="2A729BAC"/>
    <w:lvl w:ilvl="0" w:tplc="5AD88AC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7097"/>
    <w:multiLevelType w:val="hybridMultilevel"/>
    <w:tmpl w:val="2B5A6620"/>
    <w:lvl w:ilvl="0" w:tplc="50E825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602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2CF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63E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C1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D6E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71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487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AE9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6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8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-130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num w:numId="1" w16cid:durableId="1229345835">
    <w:abstractNumId w:val="0"/>
  </w:num>
  <w:num w:numId="2" w16cid:durableId="1725442985">
    <w:abstractNumId w:val="1"/>
  </w:num>
  <w:num w:numId="3" w16cid:durableId="962537295">
    <w:abstractNumId w:val="7"/>
  </w:num>
  <w:num w:numId="4" w16cid:durableId="75826693">
    <w:abstractNumId w:val="2"/>
  </w:num>
  <w:num w:numId="5" w16cid:durableId="872499817">
    <w:abstractNumId w:val="8"/>
  </w:num>
  <w:num w:numId="6" w16cid:durableId="1521890923">
    <w:abstractNumId w:val="5"/>
  </w:num>
  <w:num w:numId="7" w16cid:durableId="390622093">
    <w:abstractNumId w:val="10"/>
  </w:num>
  <w:num w:numId="8" w16cid:durableId="913857668">
    <w:abstractNumId w:val="10"/>
  </w:num>
  <w:num w:numId="9" w16cid:durableId="995840436">
    <w:abstractNumId w:val="6"/>
  </w:num>
  <w:num w:numId="10" w16cid:durableId="483010040">
    <w:abstractNumId w:val="9"/>
  </w:num>
  <w:num w:numId="11" w16cid:durableId="650714794">
    <w:abstractNumId w:val="1"/>
  </w:num>
  <w:num w:numId="12" w16cid:durableId="1385301292">
    <w:abstractNumId w:val="1"/>
  </w:num>
  <w:num w:numId="13" w16cid:durableId="1005015565">
    <w:abstractNumId w:val="1"/>
  </w:num>
  <w:num w:numId="14" w16cid:durableId="1147472130">
    <w:abstractNumId w:val="1"/>
  </w:num>
  <w:num w:numId="15" w16cid:durableId="199558685">
    <w:abstractNumId w:val="4"/>
  </w:num>
  <w:num w:numId="16" w16cid:durableId="85049318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0062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7687"/>
    <w:rsid w:val="000C1EF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66843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3402"/>
    <w:rsid w:val="001B5D36"/>
    <w:rsid w:val="001C3C29"/>
    <w:rsid w:val="001C794E"/>
    <w:rsid w:val="001D01C9"/>
    <w:rsid w:val="001D14F7"/>
    <w:rsid w:val="001D6702"/>
    <w:rsid w:val="001E027E"/>
    <w:rsid w:val="001E1A3A"/>
    <w:rsid w:val="001E6AF2"/>
    <w:rsid w:val="001F1A4F"/>
    <w:rsid w:val="001F1DFD"/>
    <w:rsid w:val="001F4B05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01CC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31EB"/>
    <w:rsid w:val="0032478B"/>
    <w:rsid w:val="003255F7"/>
    <w:rsid w:val="0034621D"/>
    <w:rsid w:val="00346D63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D74E0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4A00"/>
    <w:rsid w:val="004A50A6"/>
    <w:rsid w:val="004B42A0"/>
    <w:rsid w:val="004C26F8"/>
    <w:rsid w:val="004D7021"/>
    <w:rsid w:val="004D771C"/>
    <w:rsid w:val="004E2500"/>
    <w:rsid w:val="004E4E7D"/>
    <w:rsid w:val="004E568B"/>
    <w:rsid w:val="004E7ABF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64B0F"/>
    <w:rsid w:val="00665C6E"/>
    <w:rsid w:val="00666771"/>
    <w:rsid w:val="00673FFF"/>
    <w:rsid w:val="00676286"/>
    <w:rsid w:val="006768B0"/>
    <w:rsid w:val="00683220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1A7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1C6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5560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486A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1430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C6E4B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53C0"/>
    <w:rsid w:val="00AC6ED8"/>
    <w:rsid w:val="00AD610A"/>
    <w:rsid w:val="00AE7FEC"/>
    <w:rsid w:val="00AF34F1"/>
    <w:rsid w:val="00AF62D2"/>
    <w:rsid w:val="00AF6BC6"/>
    <w:rsid w:val="00B01CC1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03D4"/>
    <w:rsid w:val="00B65093"/>
    <w:rsid w:val="00B668E9"/>
    <w:rsid w:val="00B67A47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B1D60"/>
    <w:rsid w:val="00CB7ADB"/>
    <w:rsid w:val="00CC5FB6"/>
    <w:rsid w:val="00CC717B"/>
    <w:rsid w:val="00CC7FA7"/>
    <w:rsid w:val="00CD0A64"/>
    <w:rsid w:val="00CD2DDE"/>
    <w:rsid w:val="00CD6A84"/>
    <w:rsid w:val="00CD76B2"/>
    <w:rsid w:val="00CE69AA"/>
    <w:rsid w:val="00CF4554"/>
    <w:rsid w:val="00D024E9"/>
    <w:rsid w:val="00D034B0"/>
    <w:rsid w:val="00D0408C"/>
    <w:rsid w:val="00D12337"/>
    <w:rsid w:val="00D15070"/>
    <w:rsid w:val="00D15598"/>
    <w:rsid w:val="00D225B5"/>
    <w:rsid w:val="00D266DC"/>
    <w:rsid w:val="00D30997"/>
    <w:rsid w:val="00D32BB5"/>
    <w:rsid w:val="00D34472"/>
    <w:rsid w:val="00D3468C"/>
    <w:rsid w:val="00D50084"/>
    <w:rsid w:val="00D5070F"/>
    <w:rsid w:val="00D64DBD"/>
    <w:rsid w:val="00D64E88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08C"/>
    <w:rsid w:val="00DE715D"/>
    <w:rsid w:val="00DE7BDF"/>
    <w:rsid w:val="00DF09A4"/>
    <w:rsid w:val="00DF1D4B"/>
    <w:rsid w:val="00DF61C6"/>
    <w:rsid w:val="00E02729"/>
    <w:rsid w:val="00E05126"/>
    <w:rsid w:val="00E13D96"/>
    <w:rsid w:val="00E16002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918E0"/>
    <w:rsid w:val="00E921C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E6C57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77CF1"/>
    <w:rsid w:val="00F82484"/>
    <w:rsid w:val="00F85FB1"/>
    <w:rsid w:val="00F92EF1"/>
    <w:rsid w:val="00FA166C"/>
    <w:rsid w:val="00FA7E2C"/>
    <w:rsid w:val="00FC1454"/>
    <w:rsid w:val="00FC1BE8"/>
    <w:rsid w:val="00FE004D"/>
    <w:rsid w:val="00FE38A4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1B3402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B3402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1B3402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EBE6B4-6D07-4E9C-9877-938BD7F324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92B86E-6877-48CA-B617-5143FDF3E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4E7ABD-316C-4321-AA79-2C0BD8B7D363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03a71d-853f-41dd-b48c-d2aa79bc4853"/>
    <ds:schemaRef ds:uri="http://purl.org/dc/elements/1.1/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2</Pages>
  <Words>102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943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2024-02-07T15:05:00Z</cp:lastPrinted>
  <dcterms:created xsi:type="dcterms:W3CDTF">2025-03-24T14:18:00Z</dcterms:created>
  <dcterms:modified xsi:type="dcterms:W3CDTF">2025-03-24T14:18:00Z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